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BA20CF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audity kvality 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454C34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CE" w:rsidRDefault="00CB59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CB59CE">
      <w:rPr>
        <w:rFonts w:asciiTheme="minorHAnsi" w:hAnsiTheme="minorHAnsi" w:cstheme="minorHAnsi"/>
        <w:sz w:val="22"/>
        <w:szCs w:val="22"/>
      </w:rPr>
      <w:t>4</w:t>
    </w:r>
    <w:bookmarkStart w:id="0" w:name="_GoBack"/>
    <w:bookmarkEnd w:id="0"/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20CF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B59C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53EFAEB"/>
  <w14:defaultImageDpi w14:val="0"/>
  <w15:docId w15:val="{80A78FF8-8E39-4329-9339-EB2CC250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118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2</cp:revision>
  <cp:lastPrinted>2008-06-11T14:40:00Z</cp:lastPrinted>
  <dcterms:created xsi:type="dcterms:W3CDTF">2018-04-17T07:33:00Z</dcterms:created>
  <dcterms:modified xsi:type="dcterms:W3CDTF">2018-04-17T07:33:00Z</dcterms:modified>
</cp:coreProperties>
</file>